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025EB3" w:rsidP="00790973">
      <w:pPr>
        <w:pStyle w:val="Nzev"/>
        <w:spacing w:after="720"/>
        <w:rPr>
          <w:sz w:val="36"/>
          <w:szCs w:val="36"/>
        </w:rPr>
      </w:pPr>
      <w:r>
        <w:rPr>
          <w:sz w:val="36"/>
          <w:szCs w:val="36"/>
        </w:rPr>
        <w:t>„</w:t>
      </w:r>
      <w:r w:rsidR="00E179AE">
        <w:rPr>
          <w:sz w:val="36"/>
          <w:szCs w:val="36"/>
        </w:rPr>
        <w:t xml:space="preserve">Sanace betonové jímky potrubních uzlů obj. 231 K, sklad </w:t>
      </w:r>
      <w:r w:rsidRPr="00025EB3">
        <w:rPr>
          <w:sz w:val="36"/>
          <w:szCs w:val="36"/>
        </w:rPr>
        <w:t>Smyslov</w:t>
      </w:r>
      <w:r>
        <w:rPr>
          <w:sz w:val="36"/>
          <w:szCs w:val="36"/>
        </w:rPr>
        <w:t>“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Praha 7, Dělnická č.p.</w:t>
      </w:r>
      <w:r w:rsidR="00025EB3">
        <w:t xml:space="preserve"> </w:t>
      </w:r>
      <w:r>
        <w:t>213, č.</w:t>
      </w:r>
      <w:r w:rsidR="00025EB3">
        <w:t xml:space="preserve"> </w:t>
      </w:r>
      <w:r>
        <w:t>or.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025EB3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C30D59" w:rsidP="00C30D59">
      <w:pPr>
        <w:ind w:left="283" w:firstLine="284"/>
      </w:pPr>
      <w:r>
        <w:t>jednající:</w:t>
      </w:r>
      <w:r>
        <w:tab/>
      </w:r>
      <w:r>
        <w:tab/>
      </w:r>
      <w:r>
        <w:tab/>
      </w:r>
      <w:r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02698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602698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Ing. </w:t>
            </w:r>
            <w:r w:rsidR="006C45A6">
              <w:rPr>
                <w:rFonts w:cs="Arial"/>
                <w:color w:val="000000"/>
                <w:sz w:val="16"/>
                <w:szCs w:val="16"/>
              </w:rPr>
              <w:t xml:space="preserve">Jiří </w:t>
            </w:r>
            <w:r>
              <w:rPr>
                <w:rFonts w:cs="Arial"/>
                <w:color w:val="000000"/>
                <w:sz w:val="16"/>
                <w:szCs w:val="16"/>
              </w:rPr>
              <w:t>Bouma</w:t>
            </w:r>
          </w:p>
        </w:tc>
        <w:tc>
          <w:tcPr>
            <w:tcW w:w="1839" w:type="dxa"/>
            <w:vAlign w:val="center"/>
          </w:tcPr>
          <w:p w:rsidR="00C30D59" w:rsidRPr="006C45A6" w:rsidRDefault="006C45A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C45A6">
              <w:rPr>
                <w:color w:val="010101"/>
                <w:sz w:val="16"/>
                <w:szCs w:val="16"/>
              </w:rPr>
              <w:t>724 765 639</w:t>
            </w:r>
          </w:p>
        </w:tc>
        <w:tc>
          <w:tcPr>
            <w:tcW w:w="2303" w:type="dxa"/>
            <w:vAlign w:val="center"/>
          </w:tcPr>
          <w:p w:rsidR="006C45A6" w:rsidRPr="009A0F9B" w:rsidRDefault="005A4723" w:rsidP="006C45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9" w:history="1">
              <w:r w:rsidR="006C45A6" w:rsidRPr="00E039FD">
                <w:rPr>
                  <w:rStyle w:val="Hypertextovodkaz"/>
                  <w:rFonts w:cs="Arial"/>
                  <w:sz w:val="16"/>
                  <w:szCs w:val="16"/>
                </w:rPr>
                <w:t>jiri.bouma@ceproas.cz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025EB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 Stára</w:t>
            </w:r>
          </w:p>
        </w:tc>
        <w:tc>
          <w:tcPr>
            <w:tcW w:w="1839" w:type="dxa"/>
            <w:vAlign w:val="center"/>
          </w:tcPr>
          <w:p w:rsidR="00C30D59" w:rsidRPr="009A0F9B" w:rsidRDefault="00025EB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602 205 947</w:t>
            </w:r>
          </w:p>
        </w:tc>
        <w:tc>
          <w:tcPr>
            <w:tcW w:w="2303" w:type="dxa"/>
            <w:vAlign w:val="center"/>
          </w:tcPr>
          <w:p w:rsidR="00025EB3" w:rsidRPr="009A0F9B" w:rsidRDefault="005A4723" w:rsidP="00025EB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0" w:history="1">
              <w:r w:rsidR="00025EB3" w:rsidRPr="005810B3">
                <w:rPr>
                  <w:rStyle w:val="Hypertextovodkaz"/>
                  <w:rFonts w:cs="Arial"/>
                  <w:sz w:val="16"/>
                  <w:szCs w:val="16"/>
                </w:rPr>
                <w:t>petr.stara@ceproas.cz</w:t>
              </w:r>
            </w:hyperlink>
          </w:p>
        </w:tc>
      </w:tr>
      <w:tr w:rsidR="00025EB3" w:rsidRPr="009A21C7" w:rsidTr="009A0F9B">
        <w:tc>
          <w:tcPr>
            <w:tcW w:w="2660" w:type="dxa"/>
            <w:vAlign w:val="center"/>
          </w:tcPr>
          <w:p w:rsidR="00025EB3" w:rsidRPr="009A0F9B" w:rsidRDefault="00025EB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025EB3" w:rsidRPr="009A0F9B" w:rsidRDefault="00025EB3" w:rsidP="004E6F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 Stára</w:t>
            </w:r>
          </w:p>
        </w:tc>
        <w:tc>
          <w:tcPr>
            <w:tcW w:w="1839" w:type="dxa"/>
            <w:vAlign w:val="center"/>
          </w:tcPr>
          <w:p w:rsidR="00025EB3" w:rsidRPr="009A0F9B" w:rsidRDefault="00025EB3" w:rsidP="004E6F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602 205 947</w:t>
            </w:r>
          </w:p>
        </w:tc>
        <w:tc>
          <w:tcPr>
            <w:tcW w:w="2303" w:type="dxa"/>
            <w:vAlign w:val="center"/>
          </w:tcPr>
          <w:p w:rsidR="00025EB3" w:rsidRPr="009A0F9B" w:rsidRDefault="005A4723" w:rsidP="004E6F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1" w:history="1">
              <w:r w:rsidR="00025EB3" w:rsidRPr="005810B3">
                <w:rPr>
                  <w:rStyle w:val="Hypertextovodkaz"/>
                  <w:rFonts w:cs="Arial"/>
                  <w:sz w:val="16"/>
                  <w:szCs w:val="16"/>
                </w:rPr>
                <w:t>petr.stara@ceproas.cz</w:t>
              </w:r>
            </w:hyperlink>
          </w:p>
        </w:tc>
      </w:tr>
      <w:tr w:rsidR="00025EB3" w:rsidRPr="009A21C7" w:rsidTr="009A0F9B">
        <w:tc>
          <w:tcPr>
            <w:tcW w:w="2660" w:type="dxa"/>
            <w:vAlign w:val="center"/>
          </w:tcPr>
          <w:p w:rsidR="00025EB3" w:rsidRPr="009A0F9B" w:rsidRDefault="00025EB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025EB3" w:rsidRPr="009A0F9B" w:rsidRDefault="00025EB3" w:rsidP="004E6F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 Stára</w:t>
            </w:r>
          </w:p>
        </w:tc>
        <w:tc>
          <w:tcPr>
            <w:tcW w:w="1839" w:type="dxa"/>
            <w:vAlign w:val="center"/>
          </w:tcPr>
          <w:p w:rsidR="00025EB3" w:rsidRPr="009A0F9B" w:rsidRDefault="00025EB3" w:rsidP="004E6F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602 205 947</w:t>
            </w:r>
          </w:p>
        </w:tc>
        <w:tc>
          <w:tcPr>
            <w:tcW w:w="2303" w:type="dxa"/>
            <w:vAlign w:val="center"/>
          </w:tcPr>
          <w:p w:rsidR="00025EB3" w:rsidRPr="009A0F9B" w:rsidRDefault="005A4723" w:rsidP="004E6F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2" w:history="1">
              <w:r w:rsidR="00025EB3" w:rsidRPr="005810B3">
                <w:rPr>
                  <w:rStyle w:val="Hypertextovodkaz"/>
                  <w:rFonts w:cs="Arial"/>
                  <w:sz w:val="16"/>
                  <w:szCs w:val="16"/>
                </w:rPr>
                <w:t>petr.stara@ceproas.cz</w:t>
              </w:r>
            </w:hyperlink>
          </w:p>
        </w:tc>
      </w:tr>
      <w:tr w:rsidR="00025EB3" w:rsidRPr="009A21C7" w:rsidTr="009A0F9B">
        <w:tc>
          <w:tcPr>
            <w:tcW w:w="2660" w:type="dxa"/>
            <w:vAlign w:val="center"/>
          </w:tcPr>
          <w:p w:rsidR="00025EB3" w:rsidRPr="009A0F9B" w:rsidRDefault="00025EB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5B0B7C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025EB3" w:rsidRPr="009A0F9B" w:rsidRDefault="00602698" w:rsidP="004E6F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Václav Koukolík</w:t>
            </w:r>
          </w:p>
        </w:tc>
        <w:tc>
          <w:tcPr>
            <w:tcW w:w="1839" w:type="dxa"/>
            <w:vAlign w:val="center"/>
          </w:tcPr>
          <w:p w:rsidR="00025EB3" w:rsidRPr="009A0F9B" w:rsidRDefault="00602698" w:rsidP="004E6F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739 240 717</w:t>
            </w:r>
          </w:p>
        </w:tc>
        <w:tc>
          <w:tcPr>
            <w:tcW w:w="2303" w:type="dxa"/>
            <w:vAlign w:val="center"/>
          </w:tcPr>
          <w:p w:rsidR="005B0B7C" w:rsidRPr="009A0F9B" w:rsidRDefault="005A4723" w:rsidP="005B0B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3" w:history="1">
              <w:r w:rsidR="005B0B7C" w:rsidRPr="009C2597">
                <w:rPr>
                  <w:rStyle w:val="Hypertextovodkaz"/>
                  <w:rFonts w:cs="Arial"/>
                  <w:sz w:val="16"/>
                  <w:szCs w:val="16"/>
                </w:rPr>
                <w:t>vaclav.koukolik@ceproas.cz</w:t>
              </w:r>
            </w:hyperlink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025EB3" w:rsidRDefault="00C30D59" w:rsidP="00C30D59">
      <w:pPr>
        <w:pStyle w:val="Odstavec2"/>
        <w:rPr>
          <w:highlight w:val="yellow"/>
        </w:rPr>
      </w:pPr>
      <w:r w:rsidRPr="00025EB3">
        <w:rPr>
          <w:highlight w:val="yellow"/>
        </w:rPr>
        <w:t>Zhotovitel: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b/>
          <w:highlight w:val="yellow"/>
        </w:rPr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se sídlem: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zapsaná: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Obchodní rejstřík ……….., oddíl …, vložka ….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bankovní spojení:</w:t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č.</w:t>
      </w:r>
      <w:r w:rsidR="00025EB3" w:rsidRPr="00025EB3">
        <w:rPr>
          <w:highlight w:val="yellow"/>
        </w:rPr>
        <w:t xml:space="preserve"> </w:t>
      </w:r>
      <w:r w:rsidRPr="00025EB3">
        <w:rPr>
          <w:highlight w:val="yellow"/>
        </w:rPr>
        <w:t>účtu: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IČ: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DIČ: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……………...</w:t>
      </w:r>
    </w:p>
    <w:p w:rsidR="00C30D59" w:rsidRDefault="00C30D59" w:rsidP="00C30D59">
      <w:pPr>
        <w:ind w:left="283" w:firstLine="284"/>
      </w:pPr>
      <w:r w:rsidRPr="00025EB3">
        <w:rPr>
          <w:highlight w:val="yellow"/>
        </w:rPr>
        <w:t>jednající: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DD66CE">
      <w:pPr>
        <w:pStyle w:val="lnek"/>
        <w:spacing w:before="360"/>
        <w:ind w:left="17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Pr="0022702B" w:rsidRDefault="00B20BE0" w:rsidP="00B20BE0">
      <w:pPr>
        <w:pStyle w:val="Odstavec2"/>
      </w:pPr>
      <w:r w:rsidRPr="00B20BE0">
        <w:t xml:space="preserve">Předmětem této Smlouvy je </w:t>
      </w:r>
      <w:r w:rsidRPr="0022702B">
        <w:t>realizace díla „</w:t>
      </w:r>
      <w:r w:rsidR="00E179AE" w:rsidRPr="00E179AE">
        <w:t>Sanace betonové jímky potrubních uzlů obj. 231 K, sklad Smyslov</w:t>
      </w:r>
      <w:r w:rsidRPr="00E179AE">
        <w:t>“,</w:t>
      </w:r>
      <w:r w:rsidRPr="0022702B">
        <w:t xml:space="preserve"> které zahrnuje zejména </w:t>
      </w:r>
      <w:r w:rsidR="0022702B" w:rsidRPr="0022702B">
        <w:t xml:space="preserve">provedení stavební opravy </w:t>
      </w:r>
      <w:r w:rsidR="00E179AE">
        <w:t xml:space="preserve">betonové jímky ve </w:t>
      </w:r>
      <w:r w:rsidR="0022702B" w:rsidRPr="0022702B">
        <w:t xml:space="preserve">skladu Smyslov </w:t>
      </w:r>
      <w:r w:rsidRPr="0022702B">
        <w:t>(dále jen „</w:t>
      </w:r>
      <w:r w:rsidRPr="0022702B">
        <w:rPr>
          <w:b/>
          <w:i/>
        </w:rPr>
        <w:t>Dílo</w:t>
      </w:r>
      <w:r w:rsidRPr="0022702B">
        <w:t>“).</w:t>
      </w:r>
    </w:p>
    <w:p w:rsidR="0022702B" w:rsidRDefault="0022702B" w:rsidP="00B20BE0">
      <w:pPr>
        <w:pStyle w:val="Odstavec2"/>
      </w:pPr>
      <w:r>
        <w:t>Předmět smlouvy zahrnuje zejména níže uvedené dodávky a služby:</w:t>
      </w:r>
    </w:p>
    <w:p w:rsidR="00E179AE" w:rsidRPr="00E179AE" w:rsidRDefault="00E179AE" w:rsidP="00E179AE">
      <w:pPr>
        <w:pStyle w:val="Odstavecseseznamem"/>
        <w:numPr>
          <w:ilvl w:val="0"/>
          <w:numId w:val="3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79AE">
        <w:rPr>
          <w:rFonts w:ascii="Arial" w:hAnsi="Arial" w:cs="Arial"/>
          <w:sz w:val="20"/>
          <w:szCs w:val="20"/>
        </w:rPr>
        <w:t>mechanické odstranění stávajícího nátěru zdegradovaných, kontaminovaných a znečištěných částí betonu (broušením, vysokotlakým vodním paprskem),</w:t>
      </w:r>
    </w:p>
    <w:p w:rsidR="00E179AE" w:rsidRPr="00E179AE" w:rsidRDefault="00E179AE" w:rsidP="00E179AE">
      <w:pPr>
        <w:pStyle w:val="Odstavecseseznamem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79AE">
        <w:rPr>
          <w:rFonts w:ascii="Arial" w:hAnsi="Arial" w:cs="Arial"/>
          <w:sz w:val="20"/>
          <w:szCs w:val="20"/>
        </w:rPr>
        <w:t>celoplošné odmaštění podkladu,</w:t>
      </w:r>
    </w:p>
    <w:p w:rsidR="00E179AE" w:rsidRPr="00E179AE" w:rsidRDefault="00E179AE" w:rsidP="00E179AE">
      <w:pPr>
        <w:pStyle w:val="Odstavecseseznamem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79AE">
        <w:rPr>
          <w:rFonts w:ascii="Arial" w:hAnsi="Arial" w:cs="Arial"/>
          <w:sz w:val="20"/>
          <w:szCs w:val="20"/>
        </w:rPr>
        <w:t>provedení opravy lokálních výtluků, divokých spár (sanační maltou, plastbetonem),</w:t>
      </w:r>
    </w:p>
    <w:p w:rsidR="00E179AE" w:rsidRPr="00E179AE" w:rsidRDefault="00E179AE" w:rsidP="00E179AE">
      <w:pPr>
        <w:pStyle w:val="Odstavecseseznamem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79AE">
        <w:rPr>
          <w:rFonts w:ascii="Arial" w:hAnsi="Arial" w:cs="Arial"/>
          <w:sz w:val="20"/>
          <w:szCs w:val="20"/>
        </w:rPr>
        <w:t xml:space="preserve">provedení opravy všech dilatačních spár, </w:t>
      </w:r>
    </w:p>
    <w:p w:rsidR="00E179AE" w:rsidRPr="00E179AE" w:rsidRDefault="00E179AE" w:rsidP="00E179AE">
      <w:pPr>
        <w:pStyle w:val="Odstavecseseznamem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79AE">
        <w:rPr>
          <w:rFonts w:ascii="Arial" w:hAnsi="Arial" w:cs="Arial"/>
          <w:sz w:val="20"/>
          <w:szCs w:val="20"/>
        </w:rPr>
        <w:t xml:space="preserve">provedení penetrace povrchu, </w:t>
      </w:r>
    </w:p>
    <w:p w:rsidR="00E179AE" w:rsidRPr="00E179AE" w:rsidRDefault="00E179AE" w:rsidP="00E179AE">
      <w:pPr>
        <w:pStyle w:val="Odstavecseseznamem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79AE">
        <w:rPr>
          <w:rFonts w:ascii="Arial" w:hAnsi="Arial" w:cs="Arial"/>
          <w:sz w:val="20"/>
          <w:szCs w:val="20"/>
        </w:rPr>
        <w:t>nanesení izolační stěrky, chemicky odolné vůči ropným produktům, vlivům klimatických podmínek, schopností překlenout vznik trhlin; v provedení RAL 7030.</w:t>
      </w:r>
    </w:p>
    <w:p w:rsidR="00E179AE" w:rsidRPr="00E179AE" w:rsidRDefault="00E179AE" w:rsidP="00E179AE">
      <w:pPr>
        <w:pStyle w:val="Odstavecseseznamem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79AE">
        <w:rPr>
          <w:rFonts w:ascii="Arial" w:hAnsi="Arial" w:cs="Arial"/>
          <w:sz w:val="20"/>
          <w:szCs w:val="20"/>
        </w:rPr>
        <w:t>celoplošné zabezpečení protisk</w:t>
      </w:r>
      <w:r w:rsidR="0023727F">
        <w:rPr>
          <w:rFonts w:ascii="Arial" w:hAnsi="Arial" w:cs="Arial"/>
          <w:sz w:val="20"/>
          <w:szCs w:val="20"/>
        </w:rPr>
        <w:t>l</w:t>
      </w:r>
      <w:r w:rsidRPr="00E179AE">
        <w:rPr>
          <w:rFonts w:ascii="Arial" w:hAnsi="Arial" w:cs="Arial"/>
          <w:sz w:val="20"/>
          <w:szCs w:val="20"/>
        </w:rPr>
        <w:t>uzové podlahy pohozem protiskluzového křemičitého písku frakce 0,6 – 1,2 mm.</w:t>
      </w:r>
    </w:p>
    <w:p w:rsidR="005B0B7C" w:rsidRPr="005B0B7C" w:rsidRDefault="005B0B7C" w:rsidP="005B0B7C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0BE0" w:rsidRDefault="00B20BE0" w:rsidP="005B0B7C">
      <w:pPr>
        <w:pStyle w:val="Odstavec2"/>
      </w:pPr>
      <w:r>
        <w:t xml:space="preserve">Zhotovitel je povinen provést </w:t>
      </w:r>
      <w:r w:rsidR="006C45A6">
        <w:t>D</w:t>
      </w:r>
      <w:r>
        <w:t xml:space="preserve">ílo v rozsahu a dle technického řešení podle níže uvedené dokumentace (dále jen „Závazné podklady“): </w:t>
      </w:r>
      <w:bookmarkStart w:id="0" w:name="_GoBack"/>
      <w:bookmarkEnd w:id="0"/>
    </w:p>
    <w:p w:rsidR="00B20BE0" w:rsidRDefault="00B20BE0" w:rsidP="005B0B7C">
      <w:pPr>
        <w:pStyle w:val="Odstavec2"/>
        <w:numPr>
          <w:ilvl w:val="0"/>
          <w:numId w:val="25"/>
        </w:numPr>
        <w:ind w:left="1281" w:hanging="357"/>
      </w:pPr>
      <w:r>
        <w:t xml:space="preserve">Zhotoviteli předané a jím převzaté zadávací dokumentace ze dne </w:t>
      </w:r>
      <w:r w:rsidR="00383960">
        <w:t>18. 12. 2013</w:t>
      </w:r>
      <w:r>
        <w:t xml:space="preserve"> k zakázce č.</w:t>
      </w:r>
      <w:r w:rsidR="0022702B">
        <w:t xml:space="preserve"> 03</w:t>
      </w:r>
      <w:r w:rsidR="00E179AE">
        <w:t>9</w:t>
      </w:r>
      <w:r w:rsidR="0022702B">
        <w:t>/14/OCN</w:t>
      </w:r>
      <w:r>
        <w:t>, nazvané „</w:t>
      </w:r>
      <w:r w:rsidR="00E179AE" w:rsidRPr="00E179AE">
        <w:t>Sanace betonové jímky potrubních uzlů obj. 231 K, sklad Smyslov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>Zhotovitel odpovídá za kompletnost Nabídky a za skutečnost, že Nabídka zajišťuje provedení díla podle Zadávací dokumentace v celém jeho rozsahu a se všemi jeho součástmi.</w:t>
      </w:r>
    </w:p>
    <w:p w:rsidR="00DD6392" w:rsidRDefault="00DD6392" w:rsidP="00DD6392">
      <w:pPr>
        <w:pStyle w:val="Odstavec2"/>
      </w:pPr>
      <w:r w:rsidRPr="00DD6392">
        <w:t xml:space="preserve">Zhotovitel je povinen při provádění Díla postupovat dle způsobu provedení uvedeného v závazném podrobném popisu technologických postupů a prací, </w:t>
      </w:r>
      <w:r w:rsidRPr="0022702B">
        <w:t xml:space="preserve">který </w:t>
      </w:r>
      <w:r w:rsidR="0022702B" w:rsidRPr="0022702B">
        <w:t>je součástí Nabídky.</w:t>
      </w:r>
    </w:p>
    <w:p w:rsidR="0022702B" w:rsidRPr="0033264D" w:rsidRDefault="0022702B" w:rsidP="0022702B">
      <w:pPr>
        <w:pStyle w:val="Odstavec2"/>
        <w:numPr>
          <w:ilvl w:val="1"/>
          <w:numId w:val="4"/>
        </w:numPr>
        <w:rPr>
          <w:rFonts w:cs="Arial"/>
        </w:rPr>
      </w:pPr>
      <w:r w:rsidRPr="0033264D">
        <w:rPr>
          <w:rFonts w:cs="Arial"/>
        </w:rPr>
        <w:t xml:space="preserve">Touto </w:t>
      </w:r>
      <w:r w:rsidRPr="0033264D">
        <w:rPr>
          <w:rFonts w:cs="Arial"/>
          <w:color w:val="000000" w:themeColor="text1"/>
        </w:rPr>
        <w:t xml:space="preserve">Smlouvou se Zhotovitel zavazuje na svůj náklad a nebezpečí řádně a včas </w:t>
      </w:r>
    </w:p>
    <w:p w:rsidR="0022702B" w:rsidRPr="0033264D" w:rsidRDefault="0022702B" w:rsidP="0022702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 xml:space="preserve">provést Dílo jako celek a jeho jednotlivé části v souladu a za podmínek stanovených zejména: 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>touto Smlouvou, jejími přílohami, zejména v souladu se Všeobecnými obchodními p</w:t>
      </w:r>
      <w:r>
        <w:rPr>
          <w:rFonts w:ascii="Arial" w:hAnsi="Arial" w:cs="Arial"/>
          <w:color w:val="000000" w:themeColor="text1"/>
          <w:sz w:val="20"/>
          <w:szCs w:val="20"/>
        </w:rPr>
        <w:t>odmínkami (dále též jen „VOP“)</w:t>
      </w:r>
      <w:r w:rsidRPr="0033264D">
        <w:rPr>
          <w:rFonts w:ascii="Arial" w:hAnsi="Arial" w:cs="Arial"/>
          <w:color w:val="000000" w:themeColor="text1"/>
          <w:sz w:val="20"/>
          <w:szCs w:val="20"/>
        </w:rPr>
        <w:t>, a v souladu s ostatními přílohami Smlouvy a dokumenty, na které odkazuje,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 xml:space="preserve">platnými právními a technickými předpisy a technickými normami, 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Závaznými podklady, </w:t>
      </w:r>
    </w:p>
    <w:p w:rsidR="0022702B" w:rsidRPr="00081707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>pokyny a podklady předanými Objednatelem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22702B" w:rsidRPr="00081707" w:rsidRDefault="0022702B" w:rsidP="0022702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81707">
        <w:rPr>
          <w:rFonts w:ascii="Arial" w:hAnsi="Arial" w:cs="Arial"/>
          <w:color w:val="000000" w:themeColor="text1"/>
          <w:sz w:val="20"/>
          <w:szCs w:val="20"/>
        </w:rPr>
        <w:t xml:space="preserve">předat řádně provedené Dílo Objednateli. </w:t>
      </w:r>
    </w:p>
    <w:p w:rsidR="0022702B" w:rsidRPr="005B0B7C" w:rsidRDefault="00D7135A" w:rsidP="00DD6392">
      <w:pPr>
        <w:pStyle w:val="Odstavec2"/>
      </w:pPr>
      <w:r w:rsidRPr="005B0B7C">
        <w:rPr>
          <w:rFonts w:cs="Arial"/>
          <w:color w:val="000000" w:themeColor="text1"/>
        </w:rPr>
        <w:t>Objednatel se zavazuje řádně provedené Dílo převzít a při dodržení podmínek a ujednání této Smlouvy zaplatit Zhotoviteli za Dílo dohodnutou Cenu díla.</w:t>
      </w:r>
    </w:p>
    <w:p w:rsidR="00D7135A" w:rsidRPr="005B0B7C" w:rsidRDefault="00D7135A" w:rsidP="00DD6392">
      <w:pPr>
        <w:pStyle w:val="Odstavec2"/>
      </w:pPr>
      <w:r w:rsidRPr="005B0B7C">
        <w:t>Zhotovitel se zavazuje provést Dílo sám.</w:t>
      </w:r>
    </w:p>
    <w:p w:rsidR="00DD57F1" w:rsidRPr="005B0B7C" w:rsidRDefault="00DD6392" w:rsidP="00DD6392">
      <w:pPr>
        <w:pStyle w:val="Odstavec2"/>
        <w:rPr>
          <w:rFonts w:cs="Arial"/>
        </w:rPr>
      </w:pPr>
      <w:r w:rsidRPr="005B0B7C">
        <w:t xml:space="preserve">Objednatel zajistí pro realizaci Díla: povolení ke vstupu na pozemky a/nebo do prostor dotčených zhotovováním Díla (tj. na Staveniště), </w:t>
      </w:r>
      <w:r w:rsidR="005B0B7C" w:rsidRPr="005B0B7C">
        <w:t>p</w:t>
      </w:r>
      <w:r w:rsidRPr="005B0B7C">
        <w:t>oskytne součinnost při realizaci Díla v termínech dohodnutých v Harmonogramu plnění,</w:t>
      </w:r>
      <w:r w:rsidRPr="005B0B7C">
        <w:rPr>
          <w:rFonts w:ascii="Times New Roman" w:hAnsi="Times New Roman"/>
          <w:color w:val="000000" w:themeColor="text1"/>
        </w:rPr>
        <w:t xml:space="preserve"> </w:t>
      </w:r>
      <w:r w:rsidR="00D7135A" w:rsidRPr="005B0B7C">
        <w:rPr>
          <w:rFonts w:cs="Arial"/>
          <w:color w:val="000000"/>
        </w:rPr>
        <w:t>vstupy do areálu ČEPRO, a.s.</w:t>
      </w:r>
      <w:r w:rsidR="006C45A6">
        <w:rPr>
          <w:rFonts w:cs="Arial"/>
          <w:color w:val="000000"/>
        </w:rPr>
        <w:t>,</w:t>
      </w:r>
      <w:r w:rsidR="00D7135A" w:rsidRPr="005B0B7C">
        <w:rPr>
          <w:rFonts w:cs="Arial"/>
          <w:color w:val="000000"/>
        </w:rPr>
        <w:t xml:space="preserve"> </w:t>
      </w:r>
      <w:r w:rsidR="006C45A6">
        <w:rPr>
          <w:rFonts w:cs="Arial"/>
          <w:color w:val="000000"/>
        </w:rPr>
        <w:t>s</w:t>
      </w:r>
      <w:r w:rsidR="00D7135A" w:rsidRPr="005B0B7C">
        <w:rPr>
          <w:rFonts w:cs="Arial"/>
          <w:color w:val="000000"/>
        </w:rPr>
        <w:t xml:space="preserve">klad Smyslov pro pracovníky a techniku </w:t>
      </w:r>
      <w:r w:rsidR="006C45A6">
        <w:rPr>
          <w:rFonts w:cs="Arial"/>
          <w:color w:val="000000"/>
        </w:rPr>
        <w:t>Zhotovitele</w:t>
      </w:r>
      <w:r w:rsidR="00D7135A" w:rsidRPr="005B0B7C">
        <w:rPr>
          <w:rFonts w:cs="Arial"/>
          <w:color w:val="000000"/>
        </w:rPr>
        <w:t xml:space="preserve">, proškolení </w:t>
      </w:r>
      <w:r w:rsidR="006C45A6">
        <w:rPr>
          <w:rFonts w:cs="Arial"/>
          <w:color w:val="000000"/>
        </w:rPr>
        <w:t xml:space="preserve">jeho </w:t>
      </w:r>
      <w:r w:rsidR="00D7135A" w:rsidRPr="005B0B7C">
        <w:rPr>
          <w:rFonts w:cs="Arial"/>
          <w:color w:val="000000"/>
        </w:rPr>
        <w:t>pracovníků z interních předpisů PO, BOZP, PHZ apod</w:t>
      </w:r>
      <w:r w:rsidR="00602698" w:rsidRPr="005B0B7C">
        <w:rPr>
          <w:rFonts w:cs="Arial"/>
          <w:color w:val="000000"/>
        </w:rPr>
        <w:t>.</w:t>
      </w:r>
    </w:p>
    <w:p w:rsidR="00DD6392" w:rsidRPr="00DD57F1" w:rsidRDefault="00DD57F1" w:rsidP="00D7135A">
      <w:pPr>
        <w:pStyle w:val="Odstavec2"/>
      </w:pPr>
      <w:r w:rsidRPr="005B0B7C">
        <w:t>Za dodržování a plnění povinností v oblasti bezpečnosti a</w:t>
      </w:r>
      <w:r w:rsidRPr="00DD57F1">
        <w:t xml:space="preserve">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DD66CE">
      <w:pPr>
        <w:pStyle w:val="lnek"/>
        <w:spacing w:before="360"/>
        <w:ind w:left="17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7F3FC6">
      <w:pPr>
        <w:pStyle w:val="Odstavec2"/>
      </w:pPr>
      <w:r w:rsidRPr="007F3FC6">
        <w:t xml:space="preserve">Místem plnění je: </w:t>
      </w:r>
      <w:r w:rsidR="00D7135A">
        <w:t xml:space="preserve">ČEPRO, a.s., středisko JIH – sklad Smyslov u Tábora. </w:t>
      </w:r>
    </w:p>
    <w:p w:rsidR="007F3FC6" w:rsidRDefault="007F3FC6" w:rsidP="007F3FC6">
      <w:pPr>
        <w:pStyle w:val="Odstavec2"/>
      </w:pPr>
      <w:r w:rsidRPr="007F3FC6">
        <w:t xml:space="preserve">Místo plnění se nachází v areálu provozu Objednatele a </w:t>
      </w:r>
      <w:r w:rsidRPr="00D7135A">
        <w:t>Dílo bude prováděno za</w:t>
      </w:r>
      <w:r w:rsidRPr="007F3FC6">
        <w:t xml:space="preserve"> provozu</w:t>
      </w:r>
      <w:r>
        <w:t xml:space="preserve">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B14EA6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  <w:r w:rsidR="001C6D3A">
        <w:t xml:space="preserve"> </w:t>
      </w:r>
      <w:r w:rsidR="001C6D3A" w:rsidRPr="00656398">
        <w:rPr>
          <w:i/>
        </w:rPr>
        <w:t>/budou upřesněny před podpisem smlouvy dle předloženého a odsouhlaseného harmonogramu/</w:t>
      </w:r>
    </w:p>
    <w:p w:rsidR="007F3FC6" w:rsidRPr="00D7135A" w:rsidRDefault="007F3FC6" w:rsidP="007F3FC6">
      <w:pPr>
        <w:pStyle w:val="Odstavec2"/>
        <w:numPr>
          <w:ilvl w:val="0"/>
          <w:numId w:val="0"/>
        </w:numPr>
        <w:ind w:left="567"/>
      </w:pPr>
      <w:r w:rsidRPr="00D7135A">
        <w:t xml:space="preserve">Zahájení Díla: </w:t>
      </w:r>
      <w:r w:rsidR="00D7135A">
        <w:t>červen</w:t>
      </w:r>
      <w:r w:rsidR="00E179AE">
        <w:t>ec</w:t>
      </w:r>
      <w:r w:rsidR="00D7135A">
        <w:t xml:space="preserve"> 2014</w:t>
      </w:r>
    </w:p>
    <w:p w:rsidR="007F3FC6" w:rsidRPr="00D7135A" w:rsidRDefault="007F3FC6" w:rsidP="007F3FC6">
      <w:pPr>
        <w:pStyle w:val="Odstavec2"/>
        <w:numPr>
          <w:ilvl w:val="0"/>
          <w:numId w:val="0"/>
        </w:numPr>
        <w:ind w:left="567"/>
      </w:pPr>
      <w:r w:rsidRPr="00D7135A">
        <w:t xml:space="preserve">Dokončení Díla: </w:t>
      </w:r>
      <w:r w:rsidR="00D7135A">
        <w:t>červen</w:t>
      </w:r>
      <w:r w:rsidR="00E179AE">
        <w:t>ec</w:t>
      </w:r>
      <w:r w:rsidR="00D7135A">
        <w:t xml:space="preserve"> 2014</w:t>
      </w:r>
    </w:p>
    <w:p w:rsidR="007F3FC6" w:rsidRDefault="007F3FC6" w:rsidP="007F3FC6">
      <w:pPr>
        <w:pStyle w:val="Odstavec2"/>
        <w:numPr>
          <w:ilvl w:val="0"/>
          <w:numId w:val="0"/>
        </w:numPr>
        <w:ind w:left="567"/>
      </w:pPr>
      <w:r w:rsidRPr="00D7135A">
        <w:t>Předání Díla:</w:t>
      </w:r>
      <w:r w:rsidR="00D7135A">
        <w:t xml:space="preserve"> červen</w:t>
      </w:r>
      <w:r w:rsidR="00E179AE">
        <w:t>ec</w:t>
      </w:r>
      <w:r w:rsidR="00D7135A">
        <w:t xml:space="preserve"> 2014</w:t>
      </w:r>
    </w:p>
    <w:p w:rsidR="007F3FC6" w:rsidRDefault="002F6183" w:rsidP="001C6D3A">
      <w:pPr>
        <w:pStyle w:val="Odstavec2"/>
      </w:pPr>
      <w:r w:rsidRPr="00D7135A">
        <w:t>Zhotovitel je povinen realizovat Dílo v termínech uvedených v Harmonogramu plnění uvedeném v Nabídce, resp. odsouhlaseném Objednatelem (dále jen „</w:t>
      </w:r>
      <w:r w:rsidRPr="00D7135A">
        <w:rPr>
          <w:b/>
          <w:i/>
        </w:rPr>
        <w:t>Harmonogram plnění</w:t>
      </w:r>
      <w:r w:rsidRPr="00D7135A">
        <w:t>“)</w:t>
      </w:r>
      <w:r w:rsidR="001C6D3A">
        <w:t>. Harmonogram plnění tvoří nedílnou součást této smlouvy jako příloha č. 1.</w:t>
      </w:r>
    </w:p>
    <w:p w:rsidR="007F3FC6" w:rsidRPr="001C6D3A" w:rsidRDefault="007F3FC6" w:rsidP="007F3FC6">
      <w:pPr>
        <w:pStyle w:val="Odstavec2"/>
      </w:pPr>
      <w:r w:rsidRPr="007F3FC6">
        <w:t>Řádné provedení Díla</w:t>
      </w:r>
      <w:r>
        <w:t xml:space="preserve"> </w:t>
      </w:r>
      <w:r w:rsidRPr="001C6D3A">
        <w:t>nevyžaduje odstávku/y provozu Objednatele či jeho části.</w:t>
      </w:r>
      <w:r w:rsidR="002F6183" w:rsidRPr="001C6D3A">
        <w:t xml:space="preserve"> Smluvní strany se dohodly, že postup prací se řídí dle Harmonogramu plnění.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1C6D3A" w:rsidRDefault="002F6183" w:rsidP="002F6183">
      <w:pPr>
        <w:pStyle w:val="Odstavec3"/>
      </w:pPr>
      <w:r w:rsidRPr="001C6D3A">
        <w:t xml:space="preserve">Přejímka Staveniště proběhne </w:t>
      </w:r>
      <w:r w:rsidR="001C6D3A" w:rsidRPr="001C6D3A">
        <w:t>jednorázově.</w:t>
      </w:r>
    </w:p>
    <w:p w:rsidR="002F6183" w:rsidRPr="001C6D3A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předpisy </w:t>
      </w:r>
      <w:r w:rsidRPr="001C6D3A">
        <w:t>a níže uvedených dokumentů Objednatelem Zhotoviteli, pokud nebyly tyto dokumenty předány již dříve, a to:</w:t>
      </w:r>
    </w:p>
    <w:p w:rsidR="00521FE0" w:rsidRPr="001C6D3A" w:rsidRDefault="00521FE0" w:rsidP="00521FE0">
      <w:pPr>
        <w:pStyle w:val="Odstavec3"/>
        <w:numPr>
          <w:ilvl w:val="2"/>
          <w:numId w:val="26"/>
        </w:numPr>
      </w:pPr>
      <w:r w:rsidRPr="001C6D3A">
        <w:t>vyznačení bodů pro napojení odběrných míst vody, kanalizace, elektrické energie, plynu či případně jiných médií,</w:t>
      </w:r>
    </w:p>
    <w:p w:rsidR="00521FE0" w:rsidRPr="001C6D3A" w:rsidRDefault="00521FE0" w:rsidP="00521FE0">
      <w:pPr>
        <w:pStyle w:val="Odstavec3"/>
        <w:numPr>
          <w:ilvl w:val="2"/>
          <w:numId w:val="26"/>
        </w:numPr>
      </w:pPr>
      <w:r w:rsidRPr="001C6D3A">
        <w:t>podm</w:t>
      </w:r>
      <w:r w:rsidRPr="001C6D3A">
        <w:rPr>
          <w:rFonts w:cs="Arial"/>
        </w:rPr>
        <w:t>í</w:t>
      </w:r>
      <w:r w:rsidRPr="001C6D3A">
        <w:t>nky vztahuj</w:t>
      </w:r>
      <w:r w:rsidRPr="001C6D3A">
        <w:rPr>
          <w:rFonts w:cs="Arial"/>
        </w:rPr>
        <w:t>í</w:t>
      </w:r>
      <w:r w:rsidRPr="001C6D3A">
        <w:t>c</w:t>
      </w:r>
      <w:r w:rsidRPr="001C6D3A">
        <w:rPr>
          <w:rFonts w:cs="Arial"/>
        </w:rPr>
        <w:t>í</w:t>
      </w:r>
      <w:r w:rsidRPr="001C6D3A">
        <w:t xml:space="preserve"> se k ochran</w:t>
      </w:r>
      <w:r w:rsidRPr="001C6D3A">
        <w:rPr>
          <w:rFonts w:cs="Arial"/>
        </w:rPr>
        <w:t>ě</w:t>
      </w:r>
      <w:r w:rsidRPr="001C6D3A">
        <w:t xml:space="preserve"> </w:t>
      </w:r>
      <w:r w:rsidRPr="001C6D3A">
        <w:rPr>
          <w:rFonts w:cs="Arial"/>
        </w:rPr>
        <w:t>ž</w:t>
      </w:r>
      <w:r w:rsidRPr="001C6D3A">
        <w:t>ivotn</w:t>
      </w:r>
      <w:r w:rsidRPr="001C6D3A">
        <w:rPr>
          <w:rFonts w:cs="Arial"/>
        </w:rPr>
        <w:t>í</w:t>
      </w:r>
      <w:r w:rsidRPr="001C6D3A">
        <w:t>ho prost</w:t>
      </w:r>
      <w:r w:rsidRPr="001C6D3A">
        <w:rPr>
          <w:rFonts w:cs="Arial"/>
        </w:rPr>
        <w:t>ř</w:t>
      </w:r>
      <w:r w:rsidRPr="001C6D3A">
        <w:t>ed</w:t>
      </w:r>
      <w:r w:rsidRPr="001C6D3A">
        <w:rPr>
          <w:rFonts w:cs="Arial"/>
        </w:rPr>
        <w:t>í</w:t>
      </w:r>
      <w:r w:rsidRPr="001C6D3A">
        <w:t xml:space="preserve"> (zejm</w:t>
      </w:r>
      <w:r w:rsidRPr="001C6D3A">
        <w:rPr>
          <w:rFonts w:cs="Arial"/>
        </w:rPr>
        <w:t>é</w:t>
      </w:r>
      <w:r w:rsidRPr="001C6D3A">
        <w:t>na v ot</w:t>
      </w:r>
      <w:r w:rsidRPr="001C6D3A">
        <w:rPr>
          <w:rFonts w:cs="Arial"/>
        </w:rPr>
        <w:t>á</w:t>
      </w:r>
      <w:r w:rsidRPr="001C6D3A">
        <w:t>zk</w:t>
      </w:r>
      <w:r w:rsidRPr="001C6D3A">
        <w:rPr>
          <w:rFonts w:cs="Arial"/>
        </w:rPr>
        <w:t>á</w:t>
      </w:r>
      <w:r w:rsidRPr="001C6D3A">
        <w:t>ch zelen</w:t>
      </w:r>
      <w:r w:rsidRPr="001C6D3A">
        <w:rPr>
          <w:rFonts w:cs="Arial"/>
        </w:rPr>
        <w:t>ě</w:t>
      </w:r>
      <w:r w:rsidRPr="001C6D3A">
        <w:t>, manipulace s odpady, odvod zne</w:t>
      </w:r>
      <w:r w:rsidRPr="001C6D3A">
        <w:rPr>
          <w:rFonts w:cs="Arial"/>
        </w:rPr>
        <w:t>č</w:t>
      </w:r>
      <w:r w:rsidRPr="001C6D3A">
        <w:t>i</w:t>
      </w:r>
      <w:r w:rsidRPr="001C6D3A">
        <w:rPr>
          <w:rFonts w:cs="Arial"/>
        </w:rPr>
        <w:t>š</w:t>
      </w:r>
      <w:r w:rsidRPr="001C6D3A">
        <w:t>t</w:t>
      </w:r>
      <w:r w:rsidRPr="001C6D3A">
        <w:rPr>
          <w:rFonts w:cs="Arial"/>
        </w:rPr>
        <w:t>ě</w:t>
      </w:r>
      <w:r w:rsidRPr="001C6D3A">
        <w:t>n</w:t>
      </w:r>
      <w:r w:rsidRPr="001C6D3A">
        <w:rPr>
          <w:rFonts w:cs="Arial"/>
        </w:rPr>
        <w:t>ý</w:t>
      </w:r>
      <w:r w:rsidRPr="001C6D3A">
        <w:t>ch vod apod.),</w:t>
      </w:r>
    </w:p>
    <w:p w:rsidR="00521FE0" w:rsidRDefault="00521FE0" w:rsidP="00521FE0">
      <w:pPr>
        <w:pStyle w:val="Odstavec3"/>
      </w:pPr>
      <w:r w:rsidRPr="00521FE0">
        <w:t xml:space="preserve">Zhotovitel je povinen předat vyklizené Staveniště bez </w:t>
      </w:r>
      <w:r w:rsidRPr="001C6D3A">
        <w:t>vad ve lhůtě předání a převzetí Díla.</w:t>
      </w:r>
    </w:p>
    <w:p w:rsidR="005C5D01" w:rsidRDefault="005C5D01" w:rsidP="00DD66CE">
      <w:pPr>
        <w:pStyle w:val="lnek"/>
        <w:spacing w:before="360"/>
        <w:ind w:left="17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lastRenderedPageBreak/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5C5D01" w:rsidRDefault="005C5D01" w:rsidP="00DD66CE">
      <w:pPr>
        <w:pStyle w:val="lnek"/>
        <w:spacing w:before="360"/>
        <w:ind w:left="17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1C6D3A" w:rsidRDefault="005C5D01" w:rsidP="005C5D01">
      <w:pPr>
        <w:pStyle w:val="Odstavec2"/>
        <w:numPr>
          <w:ilvl w:val="0"/>
          <w:numId w:val="0"/>
        </w:numPr>
        <w:ind w:left="567"/>
      </w:pPr>
      <w:r w:rsidRPr="001C6D3A">
        <w:t>uhrazena jednorázově po řádném a úplném dokončení celého Díla, na základě faktury – daňového dokladu (dále jen „</w:t>
      </w:r>
      <w:r w:rsidRPr="001C6D3A">
        <w:rPr>
          <w:b/>
          <w:i/>
        </w:rPr>
        <w:t>faktura</w:t>
      </w:r>
      <w:r w:rsidRPr="001C6D3A">
        <w:t xml:space="preserve">“) vystavené po předání a převzetí Díla, o kterém </w:t>
      </w:r>
      <w:r w:rsidR="00E00091" w:rsidRPr="001C6D3A">
        <w:t xml:space="preserve">bude sepsán Protokol o předání </w:t>
      </w:r>
      <w:r w:rsidRPr="001C6D3A">
        <w:t>a převzetí.</w:t>
      </w:r>
    </w:p>
    <w:p w:rsidR="005C5D01" w:rsidRPr="001C6D3A" w:rsidRDefault="005C5D01" w:rsidP="001C6D3A">
      <w:pPr>
        <w:pStyle w:val="Odstavec2"/>
      </w:pPr>
      <w:r w:rsidRPr="005C5D01">
        <w:t xml:space="preserve">Smluvní strany si </w:t>
      </w:r>
      <w:r w:rsidRPr="001C6D3A">
        <w:t>zádržné nesjednávají.</w:t>
      </w:r>
      <w:r w:rsidR="00721C8A" w:rsidRPr="001C6D3A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Pr="001C6D3A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  <w:rPr>
          <w:highlight w:val="yellow"/>
        </w:rPr>
      </w:pPr>
      <w:r>
        <w:t xml:space="preserve">v elektronické podobě:  z elektronické adresy Zhotovitele: </w:t>
      </w:r>
      <w:r w:rsidRPr="001C6D3A">
        <w:rPr>
          <w:highlight w:val="yellow"/>
        </w:rPr>
        <w:t xml:space="preserve">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4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E00091" w:rsidRPr="00D433B9" w:rsidRDefault="00E00091" w:rsidP="00E00091">
      <w:pPr>
        <w:pStyle w:val="Odstavec2"/>
        <w:rPr>
          <w:rFonts w:cs="Arial"/>
        </w:rPr>
      </w:pPr>
      <w:r w:rsidRPr="00E00091">
        <w:t xml:space="preserve">Každá faktura dle této Smlouvy je splatná do </w:t>
      </w:r>
      <w:r w:rsidR="001C6D3A">
        <w:t>45</w:t>
      </w:r>
      <w:r w:rsidRPr="00E00091">
        <w:t xml:space="preserve"> dnů od jejího doručení Objednateli</w:t>
      </w:r>
      <w:r>
        <w:t>.</w:t>
      </w:r>
      <w:r w:rsidR="00D433B9">
        <w:rPr>
          <w:rFonts w:ascii="Times New Roman" w:hAnsi="Times New Roman"/>
          <w:color w:val="000000" w:themeColor="text1"/>
        </w:rPr>
        <w:t xml:space="preserve"> </w:t>
      </w:r>
      <w:r w:rsidR="00D433B9" w:rsidRPr="00D433B9">
        <w:rPr>
          <w:rFonts w:cs="Arial"/>
        </w:rPr>
        <w:t xml:space="preserve">Faktura musí být jednoznačně identifikovatelná (uvedením čísla smlouvy, názvu stavby, čísla investiční akce, eventuálně další údaje vyžádané </w:t>
      </w:r>
      <w:r w:rsidR="00B14EA6">
        <w:rPr>
          <w:rFonts w:cs="Arial"/>
        </w:rPr>
        <w:t>O</w:t>
      </w:r>
      <w:r w:rsidR="00D433B9" w:rsidRPr="00D433B9">
        <w:rPr>
          <w:rFonts w:cs="Arial"/>
        </w:rPr>
        <w:t>bjednatelem). Na faktuře musí být uvedeno číslo objednávky</w:t>
      </w:r>
      <w:r w:rsidR="00D433B9" w:rsidRPr="00D433B9">
        <w:rPr>
          <w:rFonts w:cs="Arial"/>
          <w:b/>
        </w:rPr>
        <w:t xml:space="preserve"> </w:t>
      </w:r>
      <w:r w:rsidR="00D433B9" w:rsidRPr="00D433B9">
        <w:rPr>
          <w:rFonts w:cs="Arial"/>
          <w:i/>
        </w:rPr>
        <w:t>………………(bude doplněno objednatelem před podpisem smlouvy).</w:t>
      </w:r>
    </w:p>
    <w:p w:rsidR="007B1761" w:rsidRDefault="007B1761" w:rsidP="00DD66CE">
      <w:pPr>
        <w:pStyle w:val="lnek"/>
        <w:spacing w:before="360"/>
        <w:ind w:left="17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1C6D3A">
        <w:t xml:space="preserve">uskuteční </w:t>
      </w:r>
      <w:r w:rsidR="00E322F9" w:rsidRPr="001C6D3A">
        <w:t>po řádném dokončení celého Díla.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6F5596" w:rsidRPr="00602698" w:rsidRDefault="006F5596" w:rsidP="006F5596">
      <w:pPr>
        <w:pStyle w:val="Body"/>
      </w:pPr>
      <w:r w:rsidRPr="00602698">
        <w:t xml:space="preserve">dokumentace skutečného provedení </w:t>
      </w:r>
      <w:r w:rsidR="00B14EA6">
        <w:t>D</w:t>
      </w:r>
      <w:r w:rsidRPr="00602698">
        <w:t>íla</w:t>
      </w:r>
      <w:r w:rsidR="001C6D3A" w:rsidRPr="00602698">
        <w:t xml:space="preserve"> (pasport)</w:t>
      </w:r>
    </w:p>
    <w:p w:rsidR="006F5596" w:rsidRPr="00602698" w:rsidRDefault="006F5596" w:rsidP="006F5596">
      <w:pPr>
        <w:pStyle w:val="Body"/>
      </w:pPr>
      <w:r w:rsidRPr="00602698">
        <w:t xml:space="preserve">technickou specifikaci, atesty, prohlášení o shodě, certifikáty a osvědčení o jakosti materiálů a výrobků použitých pro realizaci </w:t>
      </w:r>
      <w:r w:rsidR="00B14EA6">
        <w:t>D</w:t>
      </w:r>
      <w:r w:rsidRPr="00602698">
        <w:t>íla</w:t>
      </w:r>
    </w:p>
    <w:p w:rsidR="006F5596" w:rsidRPr="00602698" w:rsidRDefault="006F5596" w:rsidP="006F5596">
      <w:pPr>
        <w:pStyle w:val="Body"/>
      </w:pPr>
      <w:r w:rsidRPr="00602698">
        <w:t>stavební deník</w:t>
      </w:r>
    </w:p>
    <w:p w:rsidR="00BE2E82" w:rsidRPr="00602698" w:rsidRDefault="006F5596" w:rsidP="006F5596">
      <w:pPr>
        <w:pStyle w:val="Body"/>
        <w:rPr>
          <w:rStyle w:val="Odkaznakoment"/>
          <w:sz w:val="20"/>
          <w:szCs w:val="20"/>
        </w:rPr>
      </w:pPr>
      <w:r w:rsidRPr="00602698">
        <w:t>doklady o ekologické likvidaci veškerých odpadů vzniklých prováděním díla</w:t>
      </w:r>
      <w:r w:rsidRPr="00602698">
        <w:rPr>
          <w:rStyle w:val="Odkaznakoment"/>
          <w:sz w:val="20"/>
          <w:szCs w:val="20"/>
        </w:rPr>
        <w:t xml:space="preserve"> </w:t>
      </w:r>
    </w:p>
    <w:p w:rsidR="00DA61D8" w:rsidRPr="00602698" w:rsidRDefault="00E179AE" w:rsidP="006F5596">
      <w:pPr>
        <w:pStyle w:val="Body"/>
        <w:rPr>
          <w:rStyle w:val="Odkaznakoment"/>
          <w:sz w:val="20"/>
          <w:szCs w:val="20"/>
        </w:rPr>
      </w:pPr>
      <w:r>
        <w:rPr>
          <w:rStyle w:val="Odkaznakoment"/>
          <w:sz w:val="20"/>
          <w:szCs w:val="20"/>
        </w:rPr>
        <w:t>technologické listy použitých materiálů s uvedením odolnosti vůči ropným produktům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35734F" w:rsidP="00CD1BFE">
      <w:pPr>
        <w:pStyle w:val="Odstavec2"/>
        <w:numPr>
          <w:ilvl w:val="0"/>
          <w:numId w:val="29"/>
        </w:numPr>
      </w:pPr>
      <w:r>
        <w:t>1</w:t>
      </w:r>
      <w:r w:rsidR="00CD1BFE">
        <w:t>x v listinné podobě;</w:t>
      </w:r>
    </w:p>
    <w:p w:rsidR="00CD1BFE" w:rsidRPr="0035734F" w:rsidRDefault="0035734F" w:rsidP="00CD1BFE">
      <w:pPr>
        <w:pStyle w:val="Odstavec2"/>
        <w:numPr>
          <w:ilvl w:val="0"/>
          <w:numId w:val="29"/>
        </w:numPr>
      </w:pPr>
      <w:r>
        <w:t>1</w:t>
      </w:r>
      <w:r w:rsidR="00CD1BFE">
        <w:t xml:space="preserve">x v elektronické podobě ve </w:t>
      </w:r>
      <w:r w:rsidR="00CD1BFE" w:rsidRPr="0035734F">
        <w:t>formátu docx / xlsx / pdf</w:t>
      </w:r>
      <w:r w:rsidR="00CE5DCC">
        <w:t>.</w:t>
      </w:r>
      <w:r w:rsidR="00CD1BFE" w:rsidRPr="0035734F">
        <w:t xml:space="preserve"> </w:t>
      </w:r>
    </w:p>
    <w:p w:rsidR="00CD1BFE" w:rsidRDefault="00CD1BFE" w:rsidP="00DD66CE">
      <w:pPr>
        <w:pStyle w:val="lnek"/>
        <w:spacing w:before="360"/>
        <w:ind w:left="17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Pr="005B0B7C" w:rsidRDefault="00CD1BFE" w:rsidP="00CD1BFE">
      <w:pPr>
        <w:pStyle w:val="Odstavec2"/>
      </w:pPr>
      <w:r w:rsidRPr="005B0B7C">
        <w:t xml:space="preserve">Záruční doba se sjednává v délce trvání </w:t>
      </w:r>
      <w:r w:rsidR="0035734F" w:rsidRPr="005B0B7C">
        <w:t xml:space="preserve">60 </w:t>
      </w:r>
      <w:r w:rsidRPr="005B0B7C">
        <w:t>měsíců.</w:t>
      </w:r>
    </w:p>
    <w:p w:rsidR="00216448" w:rsidRPr="005B0B7C" w:rsidRDefault="00216448" w:rsidP="00216448">
      <w:pPr>
        <w:pStyle w:val="Odstavec2"/>
      </w:pPr>
      <w:r w:rsidRPr="005B0B7C">
        <w:t>Zhotovitel je povinen vady o</w:t>
      </w:r>
      <w:r w:rsidRPr="005B0B7C">
        <w:rPr>
          <w:rFonts w:eastAsia="MS Mincho"/>
        </w:rPr>
        <w:t>d</w:t>
      </w:r>
      <w:r w:rsidRPr="005B0B7C">
        <w:t xml:space="preserve">stranit nejpozději do </w:t>
      </w:r>
      <w:r w:rsidR="00602698" w:rsidRPr="005B0B7C">
        <w:t>5 ti prac</w:t>
      </w:r>
      <w:r w:rsidR="005B0B7C" w:rsidRPr="005B0B7C">
        <w:t>ovních</w:t>
      </w:r>
      <w:r w:rsidR="00602698" w:rsidRPr="005B0B7C">
        <w:t xml:space="preserve"> dnů</w:t>
      </w:r>
      <w:r w:rsidR="005B0B7C" w:rsidRPr="005B0B7C">
        <w:t>.</w:t>
      </w:r>
    </w:p>
    <w:p w:rsidR="00216448" w:rsidRPr="00B14EA6" w:rsidRDefault="00216448" w:rsidP="00216448">
      <w:pPr>
        <w:pStyle w:val="Odstavec2"/>
        <w:rPr>
          <w:i/>
        </w:rPr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>, na které přijímá nahlášení vad 24 hodin denně 7 dní v</w:t>
      </w:r>
      <w:r>
        <w:t> </w:t>
      </w:r>
      <w:r w:rsidRPr="00216448">
        <w:t>týdnu</w:t>
      </w:r>
      <w:r>
        <w:t xml:space="preserve"> </w:t>
      </w:r>
      <w:r w:rsidRPr="00216448">
        <w:t xml:space="preserve">/ v pracovní dny v pracovní době </w:t>
      </w:r>
      <w:r w:rsidRPr="00316F94">
        <w:rPr>
          <w:highlight w:val="yellow"/>
        </w:rPr>
        <w:t>od …… do ……</w:t>
      </w:r>
      <w:r w:rsidRPr="00216448">
        <w:t xml:space="preserve"> hodin.</w:t>
      </w:r>
      <w:r w:rsidR="00B14EA6">
        <w:t xml:space="preserve"> </w:t>
      </w:r>
      <w:r w:rsidR="00B14EA6">
        <w:rPr>
          <w:i/>
        </w:rPr>
        <w:t>(pozn: vyberte variantu)</w:t>
      </w:r>
    </w:p>
    <w:p w:rsidR="00216448" w:rsidRDefault="00216448" w:rsidP="00DD66CE">
      <w:pPr>
        <w:pStyle w:val="lnek"/>
        <w:spacing w:before="360"/>
        <w:ind w:left="17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602698" w:rsidRDefault="00216448" w:rsidP="00216448">
      <w:pPr>
        <w:pStyle w:val="Odstavec2"/>
        <w:numPr>
          <w:ilvl w:val="0"/>
          <w:numId w:val="32"/>
        </w:numPr>
      </w:pPr>
      <w:r w:rsidRPr="00602698">
        <w:t xml:space="preserve">pro případ odpovědnosti za škodu způsobenou třetí osobě vzniklou v souvislosti s výkonem jeho podnikatelské činnosti s pojistným plněním ve výši min. </w:t>
      </w:r>
      <w:r w:rsidR="0035734F" w:rsidRPr="00602698">
        <w:t>500 000</w:t>
      </w:r>
      <w:r w:rsidRPr="00602698">
        <w:t>,- Kč.</w:t>
      </w:r>
    </w:p>
    <w:p w:rsidR="00216448" w:rsidRPr="00602698" w:rsidRDefault="00216448" w:rsidP="00216448">
      <w:pPr>
        <w:pStyle w:val="Odstavec2"/>
        <w:numPr>
          <w:ilvl w:val="0"/>
          <w:numId w:val="32"/>
        </w:numPr>
      </w:pPr>
      <w:r w:rsidRPr="00602698">
        <w:lastRenderedPageBreak/>
        <w:t xml:space="preserve">pro případ odpovědnosti za škodu na životním prostředí (za únik znečišťujících látek) s pojistným plněním ve výši min. </w:t>
      </w:r>
      <w:r w:rsidR="00602698" w:rsidRPr="00602698">
        <w:t>500 000</w:t>
      </w:r>
      <w:r w:rsidRPr="00602698">
        <w:t>,- Kč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DD66CE">
      <w:pPr>
        <w:pStyle w:val="lnek"/>
        <w:spacing w:before="360"/>
        <w:ind w:left="17"/>
      </w:pPr>
      <w:r w:rsidRPr="00280022">
        <w:t>Smluvní pokuty a úrok z prodlení</w:t>
      </w:r>
    </w:p>
    <w:p w:rsidR="00280022" w:rsidRPr="0035734F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35734F">
        <w:t>v zákonné výši podle občanskoprávních</w:t>
      </w:r>
      <w:r w:rsidR="00DD66CE">
        <w:t xml:space="preserve"> předpisů</w:t>
      </w:r>
      <w:r w:rsidRPr="0035734F">
        <w:t xml:space="preserve">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35734F">
        <w:rPr>
          <w:bCs/>
        </w:rPr>
        <w:t>0,5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35734F">
        <w:rPr>
          <w:bCs/>
        </w:rPr>
        <w:t>10 000,-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35734F">
        <w:t>1 000,-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35734F">
        <w:t>1 000,-</w:t>
      </w:r>
      <w:r w:rsidRPr="00280022">
        <w:t xml:space="preserve"> Kč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35734F">
        <w:t>1 000,-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A4593C">
        <w:t>500,-</w:t>
      </w:r>
      <w:r w:rsidRPr="00280022">
        <w:t xml:space="preserve"> Kč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A4593C">
        <w:t>5 000,-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Pr="0021315A" w:rsidRDefault="00655C3C" w:rsidP="00DD66CE">
      <w:pPr>
        <w:pStyle w:val="lnek"/>
        <w:spacing w:before="360"/>
        <w:ind w:left="17"/>
        <w:rPr>
          <w:iCs/>
        </w:rPr>
      </w:pPr>
      <w:r w:rsidRPr="00655C3C">
        <w:rPr>
          <w:iCs/>
        </w:rPr>
        <w:t>Závěrečná ujednání</w:t>
      </w:r>
    </w:p>
    <w:p w:rsidR="00655C3C" w:rsidRDefault="0021315A" w:rsidP="00655C3C">
      <w:pPr>
        <w:pStyle w:val="Odstavec2"/>
      </w:pPr>
      <w:r w:rsidRPr="00655C3C">
        <w:rPr>
          <w:iCs/>
        </w:rPr>
        <w:t xml:space="preserve">Smluvní strany se dohodly, že případná neplatnost některého z ustanovení této Smlouvy nezpůsobuje neplatnost celé Smlouvy a Smluvní strany se zavazují nahradit taková ustanovení </w:t>
      </w:r>
      <w:r w:rsidRPr="00655C3C">
        <w:rPr>
          <w:iCs/>
        </w:rPr>
        <w:lastRenderedPageBreak/>
        <w:t>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A4593C">
        <w:t>. č.</w:t>
      </w:r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>. Smluvní strany se dále s ohledem na povahu Smlouvy dohodly, že Zhotovitel přebírá na sebe nebezpečí změny okolností ve smyslu ust. § 2620, odst. 2,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ust.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bookmarkStart w:id="3" w:name="_Ref321332148"/>
      <w:r w:rsidRPr="00BA59A8">
        <w:t>Nedílnou součástí této Smlouvy jsou přílohy:</w:t>
      </w:r>
      <w:bookmarkEnd w:id="3"/>
    </w:p>
    <w:p w:rsidR="00BA59A8" w:rsidRPr="00602698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602698">
        <w:rPr>
          <w:rFonts w:ascii="Arial" w:hAnsi="Arial" w:cs="Arial"/>
          <w:color w:val="000000"/>
          <w:sz w:val="20"/>
          <w:szCs w:val="20"/>
        </w:rPr>
        <w:t xml:space="preserve">příloha č. 1 </w:t>
      </w:r>
      <w:r w:rsidR="001F5B0F">
        <w:rPr>
          <w:rFonts w:ascii="Arial" w:hAnsi="Arial" w:cs="Arial"/>
          <w:color w:val="000000"/>
          <w:sz w:val="20"/>
          <w:szCs w:val="20"/>
        </w:rPr>
        <w:t xml:space="preserve">- </w:t>
      </w:r>
      <w:r w:rsidR="00A4593C" w:rsidRPr="00602698">
        <w:rPr>
          <w:rFonts w:ascii="Arial" w:hAnsi="Arial" w:cs="Arial"/>
          <w:color w:val="000000"/>
          <w:sz w:val="20"/>
          <w:szCs w:val="20"/>
        </w:rPr>
        <w:t xml:space="preserve">harmonogram </w:t>
      </w:r>
      <w:r w:rsidR="00B14EA6">
        <w:rPr>
          <w:rFonts w:ascii="Arial" w:hAnsi="Arial" w:cs="Arial"/>
          <w:color w:val="000000"/>
          <w:sz w:val="20"/>
          <w:szCs w:val="20"/>
        </w:rPr>
        <w:t>plnění</w:t>
      </w:r>
    </w:p>
    <w:p w:rsidR="00BA59A8" w:rsidRPr="00BA59A8" w:rsidRDefault="00BA59A8" w:rsidP="00BA59A8">
      <w:pPr>
        <w:pStyle w:val="Odstavec2"/>
      </w:pPr>
      <w:r w:rsidRPr="00BA59A8">
        <w:t xml:space="preserve">Tato Smlouva byla </w:t>
      </w:r>
      <w:r w:rsidR="001F5B0F">
        <w:t>S</w:t>
      </w:r>
      <w:r w:rsidRPr="00BA59A8">
        <w:t xml:space="preserve">mluvními stranami podepsána ve </w:t>
      </w:r>
      <w:r w:rsidRPr="00A4593C">
        <w:t xml:space="preserve">čtyřech vyhotoveních, z nichž každá ze </w:t>
      </w:r>
      <w:r w:rsidR="001F5B0F">
        <w:t>S</w:t>
      </w:r>
      <w:r w:rsidRPr="00A4593C">
        <w:t>mluvních stran obdržela po dvou vyhotoveních. Nedílnou součástí každého vyhotovení jsou všechny přílohy uvedené v této Smlouvě. Smluvní strany shodně prohlašují</w:t>
      </w:r>
      <w:r w:rsidRPr="00BA59A8">
        <w:t>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Pr="00A4593C" w:rsidRDefault="00BA59A8" w:rsidP="00BA59A8">
      <w:pPr>
        <w:pStyle w:val="Odstavec2"/>
      </w:pPr>
      <w:r w:rsidRPr="00BA59A8">
        <w:t xml:space="preserve">Tato Smlouva nabývá platnosti dnem jejího podpisu oběma Smluvními </w:t>
      </w:r>
      <w:r w:rsidRPr="00A4593C">
        <w:t>stranami a účinnosti dnem jejího p</w:t>
      </w:r>
      <w:r w:rsidR="00A4593C" w:rsidRPr="00A4593C">
        <w:t xml:space="preserve">odpisu oběma </w:t>
      </w:r>
      <w:r w:rsidR="00B14EA6">
        <w:t>S</w:t>
      </w:r>
      <w:r w:rsidR="00A4593C" w:rsidRPr="00A4593C">
        <w:t>mluvními stranami.</w:t>
      </w:r>
    </w:p>
    <w:p w:rsidR="001265C5" w:rsidRDefault="001265C5" w:rsidP="001265C5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Default="001265C5" w:rsidP="00BB4838">
      <w:pPr>
        <w:pStyle w:val="Odstavec2"/>
      </w:pPr>
      <w:r>
        <w:t xml:space="preserve">VOP jsou uveřejněna na adrese </w:t>
      </w:r>
      <w:hyperlink r:id="rId15" w:history="1">
        <w:r w:rsidR="00BB4838" w:rsidRPr="00BB4838">
          <w:rPr>
            <w:rStyle w:val="Hypertextovodkaz"/>
          </w:rPr>
          <w:t>https://www.ceproas.cz/public/data/VOP-M-2013-10-14.pdf</w:t>
        </w:r>
      </w:hyperlink>
      <w:r w:rsidR="00BB4838">
        <w:t>.</w:t>
      </w:r>
    </w:p>
    <w:p w:rsidR="0021315A" w:rsidRDefault="0021315A" w:rsidP="0021315A"/>
    <w:p w:rsidR="0021315A" w:rsidRDefault="0021315A" w:rsidP="0021315A"/>
    <w:p w:rsidR="00CA0AF9" w:rsidRDefault="00CA0AF9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Pr="0021315A" w:rsidRDefault="0021315A" w:rsidP="0021315A">
      <w:r>
        <w:t>člen představenstva</w:t>
      </w:r>
    </w:p>
    <w:sectPr w:rsidR="0021315A" w:rsidRPr="0021315A" w:rsidSect="008A5C94">
      <w:headerReference w:type="default" r:id="rId16"/>
      <w:footerReference w:type="default" r:id="rId17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723" w:rsidRDefault="005A4723">
      <w:r>
        <w:separator/>
      </w:r>
    </w:p>
  </w:endnote>
  <w:endnote w:type="continuationSeparator" w:id="0">
    <w:p w:rsidR="005A4723" w:rsidRDefault="005A4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7A4C5F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EF82F93" wp14:editId="42460D0B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383960">
      <w:rPr>
        <w:rStyle w:val="slostrnky"/>
        <w:noProof/>
      </w:rPr>
      <w:t>6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383960">
      <w:rPr>
        <w:rStyle w:val="slostrnky"/>
        <w:noProof/>
      </w:rPr>
      <w:t>6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723" w:rsidRDefault="005A4723">
      <w:r>
        <w:separator/>
      </w:r>
    </w:p>
  </w:footnote>
  <w:footnote w:type="continuationSeparator" w:id="0">
    <w:p w:rsidR="005A4723" w:rsidRDefault="005A4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5813"/>
    <w:multiLevelType w:val="hybridMultilevel"/>
    <w:tmpl w:val="031A593C"/>
    <w:lvl w:ilvl="0" w:tplc="7A8CBE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>
    <w:nsid w:val="2C2E1C00"/>
    <w:multiLevelType w:val="hybridMultilevel"/>
    <w:tmpl w:val="BABC6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4931DDA"/>
    <w:multiLevelType w:val="hybridMultilevel"/>
    <w:tmpl w:val="EBFCD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3164BF"/>
    <w:multiLevelType w:val="hybridMultilevel"/>
    <w:tmpl w:val="83F24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627725"/>
    <w:multiLevelType w:val="multilevel"/>
    <w:tmpl w:val="0FF0CB5C"/>
    <w:lvl w:ilvl="0">
      <w:start w:val="1"/>
      <w:numFmt w:val="bullet"/>
      <w:lvlText w:val=""/>
      <w:lvlJc w:val="left"/>
      <w:pPr>
        <w:ind w:left="18" w:hanging="454"/>
      </w:pPr>
      <w:rPr>
        <w:rFonts w:ascii="Symbol" w:hAnsi="Symbol"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5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7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8">
    <w:nsid w:val="6CA365F5"/>
    <w:multiLevelType w:val="hybridMultilevel"/>
    <w:tmpl w:val="21AE98E0"/>
    <w:lvl w:ilvl="0" w:tplc="0B6EEDC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CE6975"/>
    <w:multiLevelType w:val="hybridMultilevel"/>
    <w:tmpl w:val="20C2FE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7"/>
  </w:num>
  <w:num w:numId="5">
    <w:abstractNumId w:val="17"/>
  </w:num>
  <w:num w:numId="6">
    <w:abstractNumId w:val="17"/>
  </w:num>
  <w:num w:numId="7">
    <w:abstractNumId w:val="10"/>
  </w:num>
  <w:num w:numId="8">
    <w:abstractNumId w:val="20"/>
  </w:num>
  <w:num w:numId="9">
    <w:abstractNumId w:val="17"/>
  </w:num>
  <w:num w:numId="10">
    <w:abstractNumId w:val="17"/>
  </w:num>
  <w:num w:numId="11">
    <w:abstractNumId w:val="17"/>
  </w:num>
  <w:num w:numId="12">
    <w:abstractNumId w:val="10"/>
  </w:num>
  <w:num w:numId="13">
    <w:abstractNumId w:val="17"/>
  </w:num>
  <w:num w:numId="14">
    <w:abstractNumId w:val="14"/>
  </w:num>
  <w:num w:numId="15">
    <w:abstractNumId w:val="14"/>
  </w:num>
  <w:num w:numId="16">
    <w:abstractNumId w:val="17"/>
  </w:num>
  <w:num w:numId="17">
    <w:abstractNumId w:val="17"/>
  </w:num>
  <w:num w:numId="18">
    <w:abstractNumId w:val="17"/>
  </w:num>
  <w:num w:numId="19">
    <w:abstractNumId w:val="10"/>
  </w:num>
  <w:num w:numId="20">
    <w:abstractNumId w:val="17"/>
  </w:num>
  <w:num w:numId="21">
    <w:abstractNumId w:val="21"/>
  </w:num>
  <w:num w:numId="22">
    <w:abstractNumId w:val="3"/>
  </w:num>
  <w:num w:numId="23">
    <w:abstractNumId w:val="5"/>
  </w:num>
  <w:num w:numId="24">
    <w:abstractNumId w:val="17"/>
  </w:num>
  <w:num w:numId="25">
    <w:abstractNumId w:val="6"/>
  </w:num>
  <w:num w:numId="26">
    <w:abstractNumId w:val="11"/>
  </w:num>
  <w:num w:numId="27">
    <w:abstractNumId w:val="1"/>
  </w:num>
  <w:num w:numId="28">
    <w:abstractNumId w:val="19"/>
  </w:num>
  <w:num w:numId="29">
    <w:abstractNumId w:val="15"/>
  </w:num>
  <w:num w:numId="30">
    <w:abstractNumId w:val="9"/>
  </w:num>
  <w:num w:numId="31">
    <w:abstractNumId w:val="22"/>
  </w:num>
  <w:num w:numId="32">
    <w:abstractNumId w:val="2"/>
  </w:num>
  <w:num w:numId="33">
    <w:abstractNumId w:val="13"/>
  </w:num>
  <w:num w:numId="34">
    <w:abstractNumId w:val="18"/>
  </w:num>
  <w:num w:numId="35">
    <w:abstractNumId w:val="23"/>
  </w:num>
  <w:num w:numId="36">
    <w:abstractNumId w:val="7"/>
  </w:num>
  <w:num w:numId="37">
    <w:abstractNumId w:val="8"/>
  </w:num>
  <w:num w:numId="38">
    <w:abstractNumId w:val="0"/>
  </w:num>
  <w:num w:numId="39">
    <w:abstractNumId w:val="4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25EB3"/>
    <w:rsid w:val="0007144A"/>
    <w:rsid w:val="00077F46"/>
    <w:rsid w:val="000C04EF"/>
    <w:rsid w:val="000D19D8"/>
    <w:rsid w:val="001265C5"/>
    <w:rsid w:val="00176920"/>
    <w:rsid w:val="00184089"/>
    <w:rsid w:val="001B4763"/>
    <w:rsid w:val="001C6D3A"/>
    <w:rsid w:val="001D433C"/>
    <w:rsid w:val="001E406E"/>
    <w:rsid w:val="001F5B0F"/>
    <w:rsid w:val="00204984"/>
    <w:rsid w:val="0021315A"/>
    <w:rsid w:val="00216448"/>
    <w:rsid w:val="00225234"/>
    <w:rsid w:val="0022702B"/>
    <w:rsid w:val="0023727F"/>
    <w:rsid w:val="00245CA9"/>
    <w:rsid w:val="002525FB"/>
    <w:rsid w:val="00280022"/>
    <w:rsid w:val="002A6109"/>
    <w:rsid w:val="002E16FB"/>
    <w:rsid w:val="002F1B3A"/>
    <w:rsid w:val="002F6183"/>
    <w:rsid w:val="00316F94"/>
    <w:rsid w:val="0031724E"/>
    <w:rsid w:val="003467CB"/>
    <w:rsid w:val="0035734F"/>
    <w:rsid w:val="00363594"/>
    <w:rsid w:val="00383960"/>
    <w:rsid w:val="003C6E40"/>
    <w:rsid w:val="003E74EF"/>
    <w:rsid w:val="003F629A"/>
    <w:rsid w:val="00435D9F"/>
    <w:rsid w:val="0048481F"/>
    <w:rsid w:val="00492F27"/>
    <w:rsid w:val="00494CA6"/>
    <w:rsid w:val="004F5000"/>
    <w:rsid w:val="00521FE0"/>
    <w:rsid w:val="005555DE"/>
    <w:rsid w:val="005A4723"/>
    <w:rsid w:val="005B0B7C"/>
    <w:rsid w:val="005C5D01"/>
    <w:rsid w:val="005D1C50"/>
    <w:rsid w:val="005D3BA1"/>
    <w:rsid w:val="00602698"/>
    <w:rsid w:val="00635D66"/>
    <w:rsid w:val="00655C3C"/>
    <w:rsid w:val="006857A4"/>
    <w:rsid w:val="006C45A6"/>
    <w:rsid w:val="006F2ABC"/>
    <w:rsid w:val="006F5596"/>
    <w:rsid w:val="00721C8A"/>
    <w:rsid w:val="00785865"/>
    <w:rsid w:val="00790973"/>
    <w:rsid w:val="00794D6A"/>
    <w:rsid w:val="007A4C5F"/>
    <w:rsid w:val="007B0C02"/>
    <w:rsid w:val="007B1761"/>
    <w:rsid w:val="007D3C0E"/>
    <w:rsid w:val="007F3FC6"/>
    <w:rsid w:val="00847822"/>
    <w:rsid w:val="008A5C94"/>
    <w:rsid w:val="008F48B5"/>
    <w:rsid w:val="009657BE"/>
    <w:rsid w:val="00986F82"/>
    <w:rsid w:val="009A0F9B"/>
    <w:rsid w:val="009B370E"/>
    <w:rsid w:val="009C6A0D"/>
    <w:rsid w:val="00A00481"/>
    <w:rsid w:val="00A4593C"/>
    <w:rsid w:val="00AD7003"/>
    <w:rsid w:val="00AE025F"/>
    <w:rsid w:val="00AE3CC7"/>
    <w:rsid w:val="00AF68B0"/>
    <w:rsid w:val="00B14EA6"/>
    <w:rsid w:val="00B20BE0"/>
    <w:rsid w:val="00B35620"/>
    <w:rsid w:val="00B96459"/>
    <w:rsid w:val="00BA556D"/>
    <w:rsid w:val="00BA59A8"/>
    <w:rsid w:val="00BB4838"/>
    <w:rsid w:val="00BE18A9"/>
    <w:rsid w:val="00BE2E82"/>
    <w:rsid w:val="00BF27E9"/>
    <w:rsid w:val="00C30D59"/>
    <w:rsid w:val="00C42ABF"/>
    <w:rsid w:val="00C43689"/>
    <w:rsid w:val="00C64C73"/>
    <w:rsid w:val="00C962BE"/>
    <w:rsid w:val="00C97775"/>
    <w:rsid w:val="00CA0AF9"/>
    <w:rsid w:val="00CD1BFE"/>
    <w:rsid w:val="00CE5DCC"/>
    <w:rsid w:val="00D16993"/>
    <w:rsid w:val="00D17CE0"/>
    <w:rsid w:val="00D433B9"/>
    <w:rsid w:val="00D600AD"/>
    <w:rsid w:val="00D7135A"/>
    <w:rsid w:val="00DA61D8"/>
    <w:rsid w:val="00DD57F1"/>
    <w:rsid w:val="00DD6392"/>
    <w:rsid w:val="00DD66CE"/>
    <w:rsid w:val="00DE358B"/>
    <w:rsid w:val="00E00091"/>
    <w:rsid w:val="00E179AE"/>
    <w:rsid w:val="00E26075"/>
    <w:rsid w:val="00E322F9"/>
    <w:rsid w:val="00E41632"/>
    <w:rsid w:val="00E66C0B"/>
    <w:rsid w:val="00E852B7"/>
    <w:rsid w:val="00EA0733"/>
    <w:rsid w:val="00EA0917"/>
    <w:rsid w:val="00F27CC1"/>
    <w:rsid w:val="00FC188C"/>
    <w:rsid w:val="00FE4D08"/>
    <w:rsid w:val="00FF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vaclav.koukolik@ceproas.cz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etr.stara@ceproas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etr.stara@ceproas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eproas.cz/public/data/VOP-M-2013-10-14.pdf" TargetMode="External"/><Relationship Id="rId10" Type="http://schemas.openxmlformats.org/officeDocument/2006/relationships/hyperlink" Target="mailto:petr.stara@ceproas.cz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jiri.bouma@ceproas.cz" TargetMode="External"/><Relationship Id="rId14" Type="http://schemas.openxmlformats.org/officeDocument/2006/relationships/hyperlink" Target="mailto:cepro_DF@ceproas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B3F8B-CCAF-44F3-98FB-234A46BDD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0</TotalTime>
  <Pages>6</Pages>
  <Words>2347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16166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2</cp:revision>
  <cp:lastPrinted>2013-12-16T07:45:00Z</cp:lastPrinted>
  <dcterms:created xsi:type="dcterms:W3CDTF">2013-12-18T09:31:00Z</dcterms:created>
  <dcterms:modified xsi:type="dcterms:W3CDTF">2013-12-18T09:31:00Z</dcterms:modified>
</cp:coreProperties>
</file>